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B0C" w:rsidRPr="00D00310" w:rsidRDefault="00E16B0C" w:rsidP="00237A52">
      <w:pPr>
        <w:pStyle w:val="Breakpage"/>
      </w:pPr>
    </w:p>
    <w:p w:rsidR="00E16B0C" w:rsidRPr="00D00310" w:rsidRDefault="00E16B0C" w:rsidP="00237A52">
      <w:pPr>
        <w:pStyle w:val="Breakpage"/>
      </w:pPr>
    </w:p>
    <w:p w:rsidR="00E16B0C" w:rsidRPr="00D00310" w:rsidRDefault="00E16B0C" w:rsidP="00237A52">
      <w:pPr>
        <w:pStyle w:val="Breakpage"/>
      </w:pPr>
    </w:p>
    <w:p w:rsidR="00E16B0C" w:rsidRPr="00D00310" w:rsidRDefault="00E16B0C" w:rsidP="00237A52">
      <w:pPr>
        <w:pStyle w:val="Breakpage"/>
      </w:pPr>
    </w:p>
    <w:p w:rsidR="00E16B0C" w:rsidRPr="00D00310" w:rsidRDefault="00E16B0C" w:rsidP="00237A52">
      <w:pPr>
        <w:pStyle w:val="Breakpage"/>
      </w:pPr>
    </w:p>
    <w:p w:rsidR="00E16B0C" w:rsidRDefault="00E16B0C" w:rsidP="00237A52">
      <w:pPr>
        <w:pStyle w:val="Breakpage"/>
      </w:pPr>
      <w:r w:rsidRPr="00D00310">
        <w:t xml:space="preserve">Appendix </w:t>
      </w:r>
      <w:r w:rsidR="00254B3D" w:rsidRPr="00D00310">
        <w:t>5</w:t>
      </w:r>
    </w:p>
    <w:p w:rsidR="00DF2C8A" w:rsidRDefault="00DA2377" w:rsidP="007F03E2">
      <w:pPr>
        <w:pStyle w:val="Breakpage"/>
        <w:spacing w:before="240"/>
      </w:pPr>
      <w:r>
        <w:t>Text for</w:t>
      </w:r>
      <w:r w:rsidR="007C04C5">
        <w:t xml:space="preserve"> </w:t>
      </w:r>
      <w:r w:rsidR="00E16B0C">
        <w:br/>
      </w:r>
      <w:r>
        <w:t>Adult Survey Letters</w:t>
      </w:r>
      <w:r w:rsidR="00DF2C8A">
        <w:t xml:space="preserve"> and </w:t>
      </w:r>
    </w:p>
    <w:p w:rsidR="00E16B0C" w:rsidRDefault="00DF2C8A" w:rsidP="007F03E2">
      <w:pPr>
        <w:pStyle w:val="Breakpage"/>
        <w:rPr>
          <w:smallCaps/>
          <w:sz w:val="22"/>
        </w:rPr>
        <w:sectPr w:rsidR="00E16B0C" w:rsidSect="00E22DF2">
          <w:headerReference w:type="even" r:id="rId11"/>
          <w:headerReference w:type="default" r:id="rId12"/>
          <w:footerReference w:type="even" r:id="rId13"/>
          <w:footerReference w:type="default" r:id="rId14"/>
          <w:headerReference w:type="first" r:id="rId15"/>
          <w:footerReference w:type="first" r:id="rId16"/>
          <w:pgSz w:w="12240" w:h="15840" w:code="1"/>
          <w:pgMar w:top="1080" w:right="1080" w:bottom="1080" w:left="1440" w:header="720" w:footer="720" w:gutter="0"/>
          <w:paperSrc w:first="32" w:other="32"/>
          <w:pgNumType w:start="239"/>
          <w:cols w:sep="1" w:space="720"/>
          <w:noEndnote/>
          <w:titlePg/>
        </w:sectPr>
      </w:pPr>
      <w:r>
        <w:t>Reminder Postcards</w:t>
      </w:r>
      <w:r w:rsidR="00DA2377">
        <w:t xml:space="preserve"> </w:t>
      </w:r>
    </w:p>
    <w:p w:rsidR="00E16B0C" w:rsidRDefault="00E16B0C" w:rsidP="00643907">
      <w:pPr>
        <w:sectPr w:rsidR="00E16B0C" w:rsidSect="0002753B">
          <w:headerReference w:type="first" r:id="rId17"/>
          <w:footerReference w:type="first" r:id="rId18"/>
          <w:pgSz w:w="12240" w:h="15840" w:code="1"/>
          <w:pgMar w:top="1080" w:right="1080" w:bottom="1080" w:left="1440" w:header="720" w:footer="720" w:gutter="0"/>
          <w:paperSrc w:first="32" w:other="32"/>
          <w:pgNumType w:start="2"/>
          <w:cols w:sep="1" w:space="720"/>
          <w:noEndnote/>
          <w:titlePg/>
        </w:sectPr>
      </w:pPr>
    </w:p>
    <w:p w:rsidR="00AB088B" w:rsidRDefault="002102F6" w:rsidP="00AB088B">
      <w:pPr>
        <w:pStyle w:val="SectionHead"/>
        <w:spacing w:after="120"/>
      </w:pPr>
      <w:r>
        <w:lastRenderedPageBreak/>
        <w:t xml:space="preserve">APPENDIX </w:t>
      </w:r>
      <w:r w:rsidR="00254B3D">
        <w:t>5</w:t>
      </w:r>
    </w:p>
    <w:p w:rsidR="002102F6" w:rsidRDefault="002102F6" w:rsidP="002102F6">
      <w:pPr>
        <w:pStyle w:val="SectionHead"/>
        <w:rPr>
          <w:sz w:val="28"/>
          <w:szCs w:val="24"/>
        </w:rPr>
      </w:pPr>
      <w:r>
        <w:rPr>
          <w:sz w:val="28"/>
          <w:szCs w:val="24"/>
        </w:rPr>
        <w:t xml:space="preserve">TEXT FOR ADULT SURVEY LETTERS </w:t>
      </w:r>
      <w:r w:rsidR="00DF2C8A">
        <w:rPr>
          <w:sz w:val="28"/>
          <w:szCs w:val="24"/>
        </w:rPr>
        <w:t>AND REMINDER POSTCARDS</w:t>
      </w:r>
    </w:p>
    <w:p w:rsidR="001E2F6E" w:rsidRDefault="001E2F6E">
      <w:pPr>
        <w:pStyle w:val="StdHead"/>
      </w:pPr>
      <w:r>
        <w:t>Letter for First Questionnaire (Adult Survey)</w:t>
      </w:r>
    </w:p>
    <w:p w:rsidR="001E2F6E" w:rsidRDefault="001E2F6E" w:rsidP="00B93514">
      <w:pPr>
        <w:pStyle w:val="Body"/>
        <w:spacing w:before="240"/>
      </w:pPr>
      <w:r>
        <w:t>[Health Plan Letterhead]</w:t>
      </w:r>
    </w:p>
    <w:p w:rsidR="001E2F6E" w:rsidRDefault="001E2F6E">
      <w:pPr>
        <w:pStyle w:val="Body"/>
        <w:jc w:val="center"/>
      </w:pPr>
    </w:p>
    <w:p w:rsidR="001E2F6E" w:rsidRDefault="00ED3BA2">
      <w:pPr>
        <w:pStyle w:val="Body"/>
      </w:pPr>
      <w:r>
        <w:t>[Name and Address of Member]</w:t>
      </w:r>
    </w:p>
    <w:p w:rsidR="00DD701D" w:rsidRDefault="00DD701D">
      <w:pPr>
        <w:pStyle w:val="Body"/>
      </w:pPr>
      <w:r>
        <w:t xml:space="preserve">Dear </w:t>
      </w:r>
      <w:r w:rsidR="00ED3BA2">
        <w:t>[Name of Member]:</w:t>
      </w:r>
    </w:p>
    <w:p w:rsidR="001E2F6E" w:rsidRDefault="001E2F6E">
      <w:pPr>
        <w:pStyle w:val="Body"/>
      </w:pPr>
      <w:r>
        <w:t xml:space="preserve">How can [Health Plan Name] better serve you? How can consumers choose the health care plan that is best for them? </w:t>
      </w:r>
    </w:p>
    <w:p w:rsidR="001E2F6E" w:rsidRDefault="001E2F6E">
      <w:pPr>
        <w:pStyle w:val="Body"/>
      </w:pPr>
      <w:r>
        <w:t>The survey in this package gives you the chance to tell us what you think about the care and service we provide at [Health Plan Name]. It will take less than 20 minutes to complete.</w:t>
      </w:r>
    </w:p>
    <w:p w:rsidR="001E2F6E" w:rsidRDefault="001E2F6E">
      <w:pPr>
        <w:pStyle w:val="Body"/>
      </w:pPr>
      <w:r>
        <w:t xml:space="preserve">The survey is part of a national project by the National Committee for Quality Assurance (NCQA), a non-profit group that helps consumers </w:t>
      </w:r>
      <w:proofErr w:type="gramStart"/>
      <w:r>
        <w:t>learn</w:t>
      </w:r>
      <w:proofErr w:type="gramEnd"/>
      <w:r>
        <w:t xml:space="preserve"> more about health care plans around the country. The results will help consumers like you learn more about health care plans. </w:t>
      </w:r>
    </w:p>
    <w:p w:rsidR="001E2F6E" w:rsidRDefault="001E2F6E">
      <w:pPr>
        <w:pStyle w:val="Body"/>
      </w:pPr>
      <w:r>
        <w:t>[Survey Vendor Name] is an independent research firm that is helping us conduct the survey. No one but the staff at [Survey Vendor Name] will see your answers. Please call the toll-free number (1-800-[Number]) if you have any questions.</w:t>
      </w:r>
    </w:p>
    <w:p w:rsidR="001E2F6E" w:rsidRDefault="001E2F6E">
      <w:pPr>
        <w:pStyle w:val="Body"/>
      </w:pPr>
      <w:r>
        <w:t xml:space="preserve">You are among only a few [Health Plan Name] members I am asking to help us. </w:t>
      </w:r>
      <w:r>
        <w:rPr>
          <w:b/>
        </w:rPr>
        <w:t xml:space="preserve">It is very important that you fill out the survey and return it right away. </w:t>
      </w:r>
      <w:r>
        <w:t xml:space="preserve">We have enclosed a pre-paid envelope. </w:t>
      </w:r>
    </w:p>
    <w:p w:rsidR="001E2F6E" w:rsidRDefault="001E2F6E">
      <w:pPr>
        <w:pStyle w:val="Body"/>
      </w:pPr>
      <w:r>
        <w:t>The survey will be useful only if everyone who gets the survey sends it in. Thank you for helping to make health care better for everyone.</w:t>
      </w:r>
    </w:p>
    <w:p w:rsidR="001E2F6E" w:rsidRDefault="001E2F6E">
      <w:pPr>
        <w:pStyle w:val="Body"/>
      </w:pPr>
    </w:p>
    <w:p w:rsidR="001E2F6E" w:rsidRDefault="001E2F6E">
      <w:pPr>
        <w:pStyle w:val="Body"/>
      </w:pPr>
      <w:r>
        <w:t>Sincerely,</w:t>
      </w:r>
    </w:p>
    <w:p w:rsidR="001E2F6E" w:rsidRDefault="001E2F6E">
      <w:pPr>
        <w:pStyle w:val="Body"/>
      </w:pPr>
    </w:p>
    <w:p w:rsidR="001E2F6E" w:rsidRDefault="001E2F6E">
      <w:pPr>
        <w:pStyle w:val="Body"/>
      </w:pPr>
    </w:p>
    <w:p w:rsidR="001E2F6E" w:rsidRDefault="001E2F6E">
      <w:pPr>
        <w:pStyle w:val="Body"/>
      </w:pPr>
      <w:r>
        <w:t>[Signature of Health Plan Executive]</w:t>
      </w:r>
      <w:r>
        <w:br/>
        <w:t>[Health Plan Executive’s Name]</w:t>
      </w:r>
      <w:r>
        <w:br/>
        <w:t>[Health Plan Executive’s Title]</w:t>
      </w:r>
    </w:p>
    <w:p w:rsidR="005D43DC" w:rsidRDefault="005D43DC">
      <w:pPr>
        <w:pStyle w:val="Body"/>
      </w:pPr>
    </w:p>
    <w:p w:rsidR="001E2F6E" w:rsidRDefault="001E2F6E">
      <w:pPr>
        <w:pStyle w:val="MainHead"/>
        <w:spacing w:before="0"/>
        <w:sectPr w:rsidR="001E2F6E" w:rsidSect="007A5A60">
          <w:headerReference w:type="even" r:id="rId19"/>
          <w:headerReference w:type="default" r:id="rId20"/>
          <w:footerReference w:type="even" r:id="rId21"/>
          <w:footerReference w:type="default" r:id="rId22"/>
          <w:headerReference w:type="first" r:id="rId23"/>
          <w:pgSz w:w="12240" w:h="15840" w:code="1"/>
          <w:pgMar w:top="1080" w:right="1080" w:bottom="1080" w:left="1440" w:header="720" w:footer="720" w:gutter="0"/>
          <w:cols w:sep="1" w:space="720"/>
          <w:noEndnote/>
        </w:sectPr>
      </w:pPr>
    </w:p>
    <w:p w:rsidR="00DF2C8A" w:rsidRDefault="00DF2C8A" w:rsidP="00DF2C8A">
      <w:pPr>
        <w:pStyle w:val="StdHead"/>
        <w:spacing w:before="0"/>
      </w:pPr>
      <w:r>
        <w:lastRenderedPageBreak/>
        <w:t>First and Second Reminder Postcards (Adult Survey)</w:t>
      </w:r>
    </w:p>
    <w:p w:rsidR="00DF2C8A" w:rsidRDefault="00DF2C8A" w:rsidP="00DF2C8A">
      <w:pPr>
        <w:pStyle w:val="Body"/>
        <w:spacing w:before="240"/>
      </w:pPr>
      <w:r>
        <w:t>[Health Plan Logo]</w:t>
      </w:r>
    </w:p>
    <w:p w:rsidR="00DF2C8A" w:rsidRDefault="00DF2C8A" w:rsidP="00DF2C8A">
      <w:pPr>
        <w:pStyle w:val="Body"/>
      </w:pPr>
    </w:p>
    <w:p w:rsidR="00DF2C8A" w:rsidRDefault="00DF2C8A" w:rsidP="00DF2C8A">
      <w:pPr>
        <w:pStyle w:val="Body"/>
      </w:pPr>
      <w:r>
        <w:rPr>
          <w:b/>
        </w:rPr>
        <w:t xml:space="preserve">We need your help! </w:t>
      </w:r>
      <w:r>
        <w:t xml:space="preserve">We recently sent you a survey about your health care. It should take less than 20 minutes to complete and your answers will help us improve the health care and service we provide. The survey will also help people around the country learn more about health care plans, but it will be useful only if everyone who gets the survey sends it in. </w:t>
      </w:r>
    </w:p>
    <w:p w:rsidR="00DF2C8A" w:rsidRDefault="00DF2C8A" w:rsidP="00DF2C8A">
      <w:pPr>
        <w:pStyle w:val="Body"/>
      </w:pPr>
      <w:r>
        <w:t>When you have completed the survey, please return it in the pre-paid envelope to [Survey Vendor Name]. [Survey Vendor Name] is a research firm working with us to carry out this study. Only the staff at [Survey Vendor Name] will see your answers.</w:t>
      </w:r>
    </w:p>
    <w:p w:rsidR="00DF2C8A" w:rsidRDefault="00DF2C8A" w:rsidP="00DF2C8A">
      <w:pPr>
        <w:pStyle w:val="Body"/>
      </w:pPr>
      <w:r>
        <w:rPr>
          <w:b/>
        </w:rPr>
        <w:t>If you did not get the survey, or if you have lost it</w:t>
      </w:r>
      <w:r>
        <w:t>, please call [Survey Vendor Name] at the toll-free number (1-800 [Number]). They will mail you another one. You can also call that number if you have any questions.</w:t>
      </w:r>
    </w:p>
    <w:p w:rsidR="00DF2C8A" w:rsidRDefault="00DF2C8A" w:rsidP="00DF2C8A">
      <w:pPr>
        <w:pStyle w:val="Body"/>
      </w:pPr>
      <w:r>
        <w:t>If you have already sent in your survey, please ignore this message.</w:t>
      </w:r>
    </w:p>
    <w:p w:rsidR="00DF2C8A" w:rsidRDefault="00DF2C8A" w:rsidP="00DF2C8A">
      <w:pPr>
        <w:pStyle w:val="Body"/>
      </w:pPr>
      <w:r>
        <w:t>Thanks again for your help!</w:t>
      </w:r>
    </w:p>
    <w:p w:rsidR="00DF2C8A" w:rsidRDefault="00DF2C8A" w:rsidP="00DF2C8A">
      <w:pPr>
        <w:pStyle w:val="Body"/>
        <w:spacing w:before="240"/>
      </w:pPr>
    </w:p>
    <w:p w:rsidR="00DF2C8A" w:rsidRDefault="00DF2C8A" w:rsidP="00DF2C8A">
      <w:pPr>
        <w:pStyle w:val="Body"/>
        <w:spacing w:before="240"/>
      </w:pPr>
    </w:p>
    <w:p w:rsidR="00DF2C8A" w:rsidRDefault="00DF2C8A" w:rsidP="00DF2C8A">
      <w:pPr>
        <w:pStyle w:val="Body"/>
        <w:spacing w:before="240"/>
      </w:pPr>
    </w:p>
    <w:p w:rsidR="00DF2C8A" w:rsidRDefault="00DF2C8A" w:rsidP="00DF2C8A">
      <w:pPr>
        <w:pStyle w:val="Body"/>
        <w:spacing w:before="240"/>
      </w:pPr>
    </w:p>
    <w:p w:rsidR="00DF2C8A" w:rsidRDefault="00DF2C8A" w:rsidP="00DF2C8A">
      <w:pPr>
        <w:pStyle w:val="Body"/>
        <w:spacing w:before="240"/>
      </w:pPr>
    </w:p>
    <w:p w:rsidR="00DF2C8A" w:rsidRDefault="00DF2C8A" w:rsidP="00DF2C8A">
      <w:pPr>
        <w:pStyle w:val="Body"/>
        <w:spacing w:before="240"/>
      </w:pPr>
    </w:p>
    <w:p w:rsidR="00DF2C8A" w:rsidRDefault="00DF2C8A" w:rsidP="00DF2C8A">
      <w:pPr>
        <w:pStyle w:val="Body"/>
        <w:spacing w:before="240"/>
      </w:pPr>
    </w:p>
    <w:p w:rsidR="00DF2C8A" w:rsidRDefault="00DF2C8A" w:rsidP="00DF2C8A">
      <w:pPr>
        <w:pStyle w:val="Body"/>
        <w:spacing w:before="240"/>
      </w:pPr>
    </w:p>
    <w:p w:rsidR="00DF2C8A" w:rsidRDefault="00DF2C8A" w:rsidP="00DF2C8A">
      <w:pPr>
        <w:pStyle w:val="Body"/>
        <w:spacing w:before="240"/>
      </w:pPr>
    </w:p>
    <w:p w:rsidR="00DF2C8A" w:rsidRDefault="00DF2C8A" w:rsidP="00DF2C8A">
      <w:pPr>
        <w:pStyle w:val="Body"/>
        <w:spacing w:before="240"/>
      </w:pPr>
    </w:p>
    <w:p w:rsidR="00DF2C8A" w:rsidRDefault="00DF2C8A" w:rsidP="00DF2C8A">
      <w:pPr>
        <w:pStyle w:val="Body"/>
        <w:spacing w:before="240"/>
      </w:pPr>
    </w:p>
    <w:p w:rsidR="00DF2C8A" w:rsidRDefault="00DF2C8A" w:rsidP="00DF2C8A">
      <w:pPr>
        <w:pStyle w:val="Body"/>
        <w:spacing w:before="240"/>
      </w:pPr>
    </w:p>
    <w:p w:rsidR="00DF2C8A" w:rsidRDefault="00DF2C8A" w:rsidP="00DF2C8A">
      <w:pPr>
        <w:pStyle w:val="Body"/>
        <w:spacing w:before="240"/>
      </w:pPr>
    </w:p>
    <w:p w:rsidR="00DF2C8A" w:rsidRDefault="00DF2C8A" w:rsidP="00DF2C8A">
      <w:pPr>
        <w:pStyle w:val="Body"/>
        <w:spacing w:before="240"/>
      </w:pPr>
    </w:p>
    <w:p w:rsidR="00DF2C8A" w:rsidRDefault="00DF2C8A" w:rsidP="00DF2C8A">
      <w:pPr>
        <w:pStyle w:val="Body"/>
        <w:spacing w:before="240"/>
      </w:pPr>
    </w:p>
    <w:p w:rsidR="00DF2C8A" w:rsidRDefault="00DF2C8A" w:rsidP="00DF2C8A">
      <w:pPr>
        <w:pStyle w:val="Body"/>
        <w:spacing w:before="240"/>
      </w:pPr>
    </w:p>
    <w:p w:rsidR="00607665" w:rsidRDefault="00607665" w:rsidP="00DF2C8A">
      <w:pPr>
        <w:pStyle w:val="Body"/>
        <w:spacing w:before="240"/>
      </w:pPr>
    </w:p>
    <w:p w:rsidR="00DF2C8A" w:rsidRDefault="00DF2C8A" w:rsidP="00DF2C8A">
      <w:pPr>
        <w:pStyle w:val="StdHead"/>
        <w:spacing w:before="0"/>
      </w:pPr>
      <w:r>
        <w:lastRenderedPageBreak/>
        <w:t>Letter for Second and Third Questionnaires (Adult Survey)</w:t>
      </w:r>
    </w:p>
    <w:p w:rsidR="001E2F6E" w:rsidRDefault="001E2F6E" w:rsidP="00DF2C8A">
      <w:pPr>
        <w:pStyle w:val="Body"/>
        <w:spacing w:before="240"/>
      </w:pPr>
      <w:r>
        <w:t>[Health Plan Letterhead]</w:t>
      </w:r>
    </w:p>
    <w:p w:rsidR="001E2F6E" w:rsidRDefault="001E2F6E">
      <w:pPr>
        <w:pStyle w:val="Body"/>
      </w:pPr>
    </w:p>
    <w:p w:rsidR="001E2F6E" w:rsidRDefault="00ED3BA2">
      <w:pPr>
        <w:pStyle w:val="Body"/>
      </w:pPr>
      <w:r>
        <w:t>[Name and Address of Member]</w:t>
      </w:r>
    </w:p>
    <w:p w:rsidR="00ED3BA2" w:rsidRDefault="00ED3BA2" w:rsidP="00ED3BA2">
      <w:pPr>
        <w:pStyle w:val="Body"/>
      </w:pPr>
      <w:r>
        <w:t>Dear [Name of Member]:</w:t>
      </w:r>
    </w:p>
    <w:p w:rsidR="001E2F6E" w:rsidRDefault="001E2F6E">
      <w:pPr>
        <w:pStyle w:val="Body"/>
      </w:pPr>
      <w:r>
        <w:t>About three weeks ago we sent you a survey about your experience with [Health Plan Name]. If you have already responded, we thank you for your help and please ignore this letter.</w:t>
      </w:r>
    </w:p>
    <w:p w:rsidR="001E2F6E" w:rsidRDefault="001E2F6E">
      <w:pPr>
        <w:pStyle w:val="Body"/>
      </w:pPr>
      <w:proofErr w:type="gramStart"/>
      <w:r>
        <w:t>If you have not had time to respond or if you have lost the survey, please take a little time to complete the enclosed survey now.</w:t>
      </w:r>
      <w:proofErr w:type="gramEnd"/>
      <w:r>
        <w:t xml:space="preserve"> It should take you less than 20 minutes.</w:t>
      </w:r>
    </w:p>
    <w:p w:rsidR="001E2F6E" w:rsidRDefault="001E2F6E">
      <w:pPr>
        <w:pStyle w:val="Body"/>
      </w:pPr>
      <w:r>
        <w:t>You are among only a few [Health Plan Name] members I am asking to help us. The survey gives you the chance to tell us what you think about the care and service we provide at [Health Plan Name].</w:t>
      </w:r>
    </w:p>
    <w:p w:rsidR="001E2F6E" w:rsidRDefault="001E2F6E">
      <w:pPr>
        <w:pStyle w:val="Body"/>
      </w:pPr>
      <w:r>
        <w:t>Members of other health plans across the country are filling out the same survey. The survey results will help consumers like you learn more about health care plans. The study results are useful only if everyone who receives the survey completes it and sends it in.</w:t>
      </w:r>
    </w:p>
    <w:p w:rsidR="001E2F6E" w:rsidRDefault="001E2F6E">
      <w:pPr>
        <w:pStyle w:val="Body"/>
      </w:pPr>
      <w:r>
        <w:t>[Survey Vendor Name] is a survey research organization working with us to carry out this survey. After you have completed the survey, please send it back to them in the enclosed pre-paid envelope. No one but the staff at [Survey Vendor Name] will see your answers. Please call the toll-free number (1-800-[Number]) if you have any questions.</w:t>
      </w:r>
    </w:p>
    <w:p w:rsidR="001E2F6E" w:rsidRDefault="001E2F6E">
      <w:pPr>
        <w:pStyle w:val="Body"/>
      </w:pPr>
      <w:r>
        <w:t>Thank you for helping to improve health care for all consumers.</w:t>
      </w:r>
    </w:p>
    <w:p w:rsidR="001E2F6E" w:rsidRDefault="001E2F6E">
      <w:pPr>
        <w:pStyle w:val="Body"/>
      </w:pPr>
    </w:p>
    <w:p w:rsidR="001E2F6E" w:rsidRDefault="001E2F6E">
      <w:pPr>
        <w:pStyle w:val="Body"/>
      </w:pPr>
      <w:r>
        <w:t>Sincerely,</w:t>
      </w:r>
    </w:p>
    <w:p w:rsidR="001E2F6E" w:rsidRDefault="001E2F6E">
      <w:pPr>
        <w:pStyle w:val="Body"/>
      </w:pPr>
    </w:p>
    <w:p w:rsidR="001E2F6E" w:rsidRDefault="001E2F6E">
      <w:pPr>
        <w:pStyle w:val="Body"/>
      </w:pPr>
    </w:p>
    <w:p w:rsidR="001E2F6E" w:rsidRDefault="001E2F6E">
      <w:pPr>
        <w:pStyle w:val="Body"/>
      </w:pPr>
      <w:r>
        <w:t>[Signature of Health Plan Executive]</w:t>
      </w:r>
      <w:r>
        <w:br/>
        <w:t>[Health Plan Executive’s Name]</w:t>
      </w:r>
      <w:r>
        <w:br/>
        <w:t>[Health Plan Executive’s Title]</w:t>
      </w:r>
    </w:p>
    <w:p w:rsidR="005D43DC" w:rsidRDefault="005D43DC">
      <w:pPr>
        <w:pStyle w:val="Body"/>
      </w:pPr>
    </w:p>
    <w:p w:rsidR="005D43DC" w:rsidRDefault="005D43DC">
      <w:pPr>
        <w:pStyle w:val="Body"/>
      </w:pPr>
    </w:p>
    <w:p w:rsidR="00FA0720" w:rsidRDefault="00FA0720">
      <w:pPr>
        <w:sectPr w:rsidR="00FA0720" w:rsidSect="00C36A6B">
          <w:headerReference w:type="even" r:id="rId24"/>
          <w:pgSz w:w="12240" w:h="15840" w:code="1"/>
          <w:pgMar w:top="1080" w:right="1080" w:bottom="1080" w:left="1440" w:header="720" w:footer="720" w:gutter="0"/>
          <w:cols w:space="720"/>
          <w:docGrid w:linePitch="360"/>
        </w:sectPr>
      </w:pPr>
    </w:p>
    <w:p w:rsidR="001E2F6E" w:rsidRDefault="001E2F6E"/>
    <w:sectPr w:rsidR="001E2F6E" w:rsidSect="00C36A6B">
      <w:headerReference w:type="even" r:id="rId25"/>
      <w:pgSz w:w="12240" w:h="15840" w:code="1"/>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FE1" w:rsidRDefault="00206FE1">
      <w:r>
        <w:separator/>
      </w:r>
    </w:p>
  </w:endnote>
  <w:endnote w:type="continuationSeparator" w:id="0">
    <w:p w:rsidR="00206FE1" w:rsidRDefault="00206F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49E" w:rsidRDefault="00FA149E">
    <w:pPr>
      <w:pStyle w:val="Footer"/>
    </w:pPr>
    <w:r>
      <w:t xml:space="preserve">HEDIS </w:t>
    </w:r>
    <w:r w:rsidR="00670399">
      <w:t>201</w:t>
    </w:r>
    <w:r w:rsidR="003D2295">
      <w:t>3</w:t>
    </w:r>
    <w:r>
      <w:t>, Volume 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49E" w:rsidRDefault="00FA149E">
    <w:pPr>
      <w:pStyle w:val="Footer"/>
      <w:jc w:val="right"/>
    </w:pPr>
    <w:r>
      <w:t xml:space="preserve">HEDIS </w:t>
    </w:r>
    <w:r w:rsidR="00670399">
      <w:t>2012</w:t>
    </w:r>
    <w:r>
      <w:t>, Volume 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49E" w:rsidRDefault="00FA149E">
    <w:pPr>
      <w:pStyle w:val="Footer"/>
      <w:pBdr>
        <w:top w:val="none" w:sz="0" w:space="0" w:color="auto"/>
      </w:pBdr>
      <w:jc w:val="righ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49E" w:rsidRDefault="00FA149E">
    <w:pPr>
      <w:pStyle w:val="Footer"/>
    </w:pPr>
    <w:r>
      <w:t xml:space="preserve">HEDIS </w:t>
    </w:r>
    <w:r w:rsidR="00670399">
      <w:t>201</w:t>
    </w:r>
    <w:r w:rsidR="003D2295">
      <w:t>3</w:t>
    </w:r>
    <w:r>
      <w:t>, Volume 3</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49E" w:rsidRDefault="00FA149E">
    <w:pPr>
      <w:pStyle w:val="Footer"/>
    </w:pPr>
    <w:r>
      <w:t>HEDIS 2</w:t>
    </w:r>
    <w:r w:rsidR="00C24ED3">
      <w:t>01</w:t>
    </w:r>
    <w:r w:rsidR="003D2295">
      <w:t>3</w:t>
    </w:r>
    <w:r>
      <w:t>, Volume 3</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49E" w:rsidRDefault="00FA149E">
    <w:pPr>
      <w:pStyle w:val="Footer"/>
      <w:jc w:val="right"/>
    </w:pPr>
    <w:r>
      <w:t xml:space="preserve">HEDIS </w:t>
    </w:r>
    <w:r w:rsidR="00670399">
      <w:t>201</w:t>
    </w:r>
    <w:r w:rsidR="003D2295">
      <w:t>3</w:t>
    </w:r>
    <w:r>
      <w:t>, Volume 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FE1" w:rsidRDefault="00206FE1">
      <w:pPr>
        <w:pStyle w:val="Bullet"/>
        <w:numPr>
          <w:ilvl w:val="0"/>
          <w:numId w:val="0"/>
        </w:numPr>
      </w:pPr>
      <w:r>
        <w:separator/>
      </w:r>
    </w:p>
  </w:footnote>
  <w:footnote w:type="continuationSeparator" w:id="0">
    <w:p w:rsidR="00206FE1" w:rsidRDefault="00206F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49E" w:rsidRDefault="008D4427">
    <w:pPr>
      <w:pStyle w:val="Header"/>
    </w:pPr>
    <w:r>
      <w:fldChar w:fldCharType="begin"/>
    </w:r>
    <w:r w:rsidR="006C3704">
      <w:instrText xml:space="preserve"> PAGE </w:instrText>
    </w:r>
    <w:r>
      <w:fldChar w:fldCharType="separate"/>
    </w:r>
    <w:r w:rsidR="00FA149E">
      <w:rPr>
        <w:noProof/>
      </w:rPr>
      <w:t>244</w:t>
    </w:r>
    <w:r>
      <w:fldChar w:fldCharType="end"/>
    </w:r>
    <w:r w:rsidR="00FA149E">
      <w:tab/>
      <w:t>Standardized Internet Data Collection Protocol Enhancement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49E" w:rsidRPr="00C549BE" w:rsidRDefault="00FA149E" w:rsidP="00E22DF2">
    <w:pPr>
      <w:pStyle w:val="Header"/>
    </w:pPr>
    <w:r w:rsidRPr="00C549BE">
      <w:t xml:space="preserve">Standardized Internet Data Collection Protocol Enhancement | </w:t>
    </w:r>
    <w:r w:rsidR="008D4427">
      <w:fldChar w:fldCharType="begin"/>
    </w:r>
    <w:r w:rsidR="006C3704">
      <w:instrText xml:space="preserve"> PAGE </w:instrText>
    </w:r>
    <w:r w:rsidR="008D4427">
      <w:fldChar w:fldCharType="separate"/>
    </w:r>
    <w:r>
      <w:rPr>
        <w:noProof/>
      </w:rPr>
      <w:t>245</w:t>
    </w:r>
    <w:r w:rsidR="008D4427">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49E" w:rsidRDefault="00FA149E">
    <w:pPr>
      <w:pStyle w:val="Header"/>
      <w:pBdr>
        <w:bottom w:val="none" w:sz="0" w:space="0" w:color="auto"/>
      </w:pBdr>
      <w:jc w:val="righ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49E" w:rsidRPr="0002753B" w:rsidRDefault="00FA149E" w:rsidP="0002753B">
    <w:pPr>
      <w:pStyle w:val="Header"/>
    </w:pPr>
    <w:r>
      <w:t>5-</w:t>
    </w:r>
    <w:r w:rsidR="008D4427">
      <w:rPr>
        <w:rStyle w:val="PageNumber"/>
      </w:rPr>
      <w:fldChar w:fldCharType="begin"/>
    </w:r>
    <w:r>
      <w:rPr>
        <w:rStyle w:val="PageNumber"/>
      </w:rPr>
      <w:instrText xml:space="preserve"> PAGE </w:instrText>
    </w:r>
    <w:r w:rsidR="008D4427">
      <w:rPr>
        <w:rStyle w:val="PageNumber"/>
      </w:rPr>
      <w:fldChar w:fldCharType="separate"/>
    </w:r>
    <w:r w:rsidR="00F86E36">
      <w:rPr>
        <w:rStyle w:val="PageNumber"/>
        <w:noProof/>
      </w:rPr>
      <w:t>2</w:t>
    </w:r>
    <w:r w:rsidR="008D4427">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49E" w:rsidRDefault="008D4427">
    <w:pPr>
      <w:pStyle w:val="Header"/>
    </w:pPr>
    <w:r>
      <w:rPr>
        <w:rStyle w:val="PageNumber"/>
      </w:rPr>
      <w:fldChar w:fldCharType="begin"/>
    </w:r>
    <w:r w:rsidR="00FA149E">
      <w:rPr>
        <w:rStyle w:val="PageNumber"/>
      </w:rPr>
      <w:instrText xml:space="preserve"> PAGE </w:instrText>
    </w:r>
    <w:r>
      <w:rPr>
        <w:rStyle w:val="PageNumber"/>
      </w:rPr>
      <w:fldChar w:fldCharType="separate"/>
    </w:r>
    <w:r w:rsidR="00FA149E">
      <w:rPr>
        <w:rStyle w:val="PageNumber"/>
        <w:noProof/>
      </w:rPr>
      <w:t>184</w:t>
    </w:r>
    <w:r>
      <w:rPr>
        <w:rStyle w:val="PageNumber"/>
      </w:rPr>
      <w:fldChar w:fldCharType="end"/>
    </w:r>
    <w:r w:rsidR="00FA149E">
      <w:rPr>
        <w:rStyle w:val="PageNumber"/>
      </w:rPr>
      <w:tab/>
    </w:r>
    <w:r w:rsidR="00FA149E">
      <w:t>Text for Adult Survey Letters and Reminder/Thank-You Cards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49E" w:rsidRDefault="00FA149E" w:rsidP="00D04336">
    <w:pPr>
      <w:pStyle w:val="Header"/>
    </w:pPr>
    <w:r>
      <w:tab/>
      <w:t>Appendix</w:t>
    </w:r>
    <w:r w:rsidR="00F86E36">
      <w:t xml:space="preserve"> 5—Text for Adult Survey Letters and Reminder Postcards</w:t>
    </w:r>
    <w:r>
      <w:tab/>
      <w:t xml:space="preserve"> 5-</w:t>
    </w:r>
    <w:r w:rsidR="008D4427">
      <w:rPr>
        <w:rStyle w:val="PageNumber"/>
      </w:rPr>
      <w:fldChar w:fldCharType="begin"/>
    </w:r>
    <w:r>
      <w:rPr>
        <w:rStyle w:val="PageNumber"/>
      </w:rPr>
      <w:instrText xml:space="preserve"> PAGE </w:instrText>
    </w:r>
    <w:r w:rsidR="008D4427">
      <w:rPr>
        <w:rStyle w:val="PageNumber"/>
      </w:rPr>
      <w:fldChar w:fldCharType="separate"/>
    </w:r>
    <w:r w:rsidR="00F86E36">
      <w:rPr>
        <w:rStyle w:val="PageNumber"/>
        <w:noProof/>
      </w:rPr>
      <w:t>5</w:t>
    </w:r>
    <w:r w:rsidR="008D4427">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49E" w:rsidRDefault="008D4427">
    <w:pPr>
      <w:pStyle w:val="Header"/>
      <w:framePr w:wrap="around" w:vAnchor="text" w:hAnchor="margin" w:xAlign="right" w:y="1"/>
      <w:rPr>
        <w:rStyle w:val="PageNumber"/>
      </w:rPr>
    </w:pPr>
    <w:r>
      <w:rPr>
        <w:rStyle w:val="PageNumber"/>
      </w:rPr>
      <w:fldChar w:fldCharType="begin"/>
    </w:r>
    <w:r w:rsidR="00FA149E">
      <w:rPr>
        <w:rStyle w:val="PageNumber"/>
      </w:rPr>
      <w:instrText xml:space="preserve">PAGE  </w:instrText>
    </w:r>
    <w:r>
      <w:rPr>
        <w:rStyle w:val="PageNumber"/>
      </w:rPr>
      <w:fldChar w:fldCharType="separate"/>
    </w:r>
    <w:r w:rsidR="00FA149E">
      <w:rPr>
        <w:rStyle w:val="PageNumber"/>
      </w:rPr>
      <w:t>113</w:t>
    </w:r>
    <w:r>
      <w:rPr>
        <w:rStyle w:val="PageNumber"/>
      </w:rPr>
      <w:fldChar w:fldCharType="end"/>
    </w:r>
  </w:p>
  <w:p w:rsidR="00FA149E" w:rsidRDefault="00FA149E">
    <w:pPr>
      <w:pStyle w:val="Header"/>
      <w:ind w:right="360"/>
    </w:pPr>
    <w:r>
      <w:rPr>
        <w:rStyle w:val="PageNumber"/>
      </w:rPr>
      <w:t xml:space="preserve"> </w:t>
    </w:r>
    <w:r>
      <w:t>|</w:t>
    </w:r>
    <w:r>
      <w:rPr>
        <w:rStyle w:val="PageNumber"/>
      </w:rPr>
      <w:t xml:space="preserve"> </w:t>
    </w:r>
    <w:r>
      <w:t xml:space="preserve">Guidelines for Calculating CAHPS® </w:t>
    </w:r>
    <w:proofErr w:type="gramStart"/>
    <w:r>
      <w:t>2.0H  Survey</w:t>
    </w:r>
    <w:proofErr w:type="gramEnd"/>
    <w:r>
      <w:t xml:space="preserve"> Results </w:t>
    </w:r>
  </w:p>
  <w:p w:rsidR="00FA149E" w:rsidRDefault="00FA149E">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49E" w:rsidRDefault="00FA149E" w:rsidP="00D04336">
    <w:pPr>
      <w:pStyle w:val="Header"/>
      <w:tabs>
        <w:tab w:val="left" w:pos="720"/>
      </w:tabs>
    </w:pPr>
    <w:r>
      <w:rPr>
        <w:rStyle w:val="PageNumber"/>
      </w:rPr>
      <w:t>5-</w:t>
    </w:r>
    <w:r w:rsidR="008D4427">
      <w:rPr>
        <w:rStyle w:val="PageNumber"/>
      </w:rPr>
      <w:fldChar w:fldCharType="begin"/>
    </w:r>
    <w:r>
      <w:rPr>
        <w:rStyle w:val="PageNumber"/>
      </w:rPr>
      <w:instrText xml:space="preserve"> PAGE </w:instrText>
    </w:r>
    <w:r w:rsidR="008D4427">
      <w:rPr>
        <w:rStyle w:val="PageNumber"/>
      </w:rPr>
      <w:fldChar w:fldCharType="separate"/>
    </w:r>
    <w:r w:rsidR="00F86E36">
      <w:rPr>
        <w:rStyle w:val="PageNumber"/>
        <w:noProof/>
      </w:rPr>
      <w:t>4</w:t>
    </w:r>
    <w:r w:rsidR="008D4427">
      <w:rPr>
        <w:rStyle w:val="PageNumber"/>
      </w:rPr>
      <w:fldChar w:fldCharType="end"/>
    </w:r>
    <w:r>
      <w:rPr>
        <w:rStyle w:val="PageNumber"/>
      </w:rPr>
      <w:tab/>
    </w:r>
    <w:r w:rsidR="005D43DC" w:rsidRPr="005D43DC">
      <w:t>Appendix</w:t>
    </w:r>
    <w:r w:rsidR="00F86E36">
      <w:t xml:space="preserve"> 5—Text for Adult Survey Letters and Reminder Postcards</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720" w:rsidRDefault="00FA0720" w:rsidP="00D04336">
    <w:pPr>
      <w:pStyle w:val="Header"/>
      <w:tabs>
        <w:tab w:val="left" w:pos="720"/>
      </w:tabs>
    </w:pPr>
    <w:r>
      <w:rPr>
        <w:rStyle w:val="PageNumber"/>
      </w:rPr>
      <w:t>5-</w:t>
    </w:r>
    <w:r w:rsidR="008D4427">
      <w:rPr>
        <w:rStyle w:val="PageNumber"/>
      </w:rPr>
      <w:fldChar w:fldCharType="begin"/>
    </w:r>
    <w:r>
      <w:rPr>
        <w:rStyle w:val="PageNumber"/>
      </w:rPr>
      <w:instrText xml:space="preserve"> PAGE </w:instrText>
    </w:r>
    <w:r w:rsidR="008D4427">
      <w:rPr>
        <w:rStyle w:val="PageNumber"/>
      </w:rPr>
      <w:fldChar w:fldCharType="separate"/>
    </w:r>
    <w:r w:rsidR="00F86E36">
      <w:rPr>
        <w:rStyle w:val="PageNumber"/>
        <w:noProof/>
      </w:rPr>
      <w:t>6</w:t>
    </w:r>
    <w:r w:rsidR="008D4427">
      <w:rPr>
        <w:rStyle w:val="PageNumber"/>
      </w:rPr>
      <w:fldChar w:fldCharType="end"/>
    </w:r>
    <w:r>
      <w:rPr>
        <w:rStyle w:val="PageNumber"/>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2748556"/>
    <w:lvl w:ilvl="0">
      <w:start w:val="1"/>
      <w:numFmt w:val="decimal"/>
      <w:lvlText w:val="%1."/>
      <w:lvlJc w:val="left"/>
      <w:pPr>
        <w:tabs>
          <w:tab w:val="num" w:pos="1800"/>
        </w:tabs>
        <w:ind w:left="1800" w:hanging="360"/>
      </w:pPr>
    </w:lvl>
  </w:abstractNum>
  <w:abstractNum w:abstractNumId="1">
    <w:nsid w:val="FFFFFF7D"/>
    <w:multiLevelType w:val="singleLevel"/>
    <w:tmpl w:val="C55CD696"/>
    <w:lvl w:ilvl="0">
      <w:start w:val="1"/>
      <w:numFmt w:val="decimal"/>
      <w:lvlText w:val="%1."/>
      <w:lvlJc w:val="left"/>
      <w:pPr>
        <w:tabs>
          <w:tab w:val="num" w:pos="1440"/>
        </w:tabs>
        <w:ind w:left="1440" w:hanging="360"/>
      </w:pPr>
    </w:lvl>
  </w:abstractNum>
  <w:abstractNum w:abstractNumId="2">
    <w:nsid w:val="FFFFFF7E"/>
    <w:multiLevelType w:val="singleLevel"/>
    <w:tmpl w:val="99C80E44"/>
    <w:lvl w:ilvl="0">
      <w:start w:val="1"/>
      <w:numFmt w:val="decimal"/>
      <w:lvlText w:val="%1."/>
      <w:lvlJc w:val="left"/>
      <w:pPr>
        <w:tabs>
          <w:tab w:val="num" w:pos="1080"/>
        </w:tabs>
        <w:ind w:left="1080" w:hanging="360"/>
      </w:pPr>
    </w:lvl>
  </w:abstractNum>
  <w:abstractNum w:abstractNumId="3">
    <w:nsid w:val="FFFFFF7F"/>
    <w:multiLevelType w:val="singleLevel"/>
    <w:tmpl w:val="5F8278B8"/>
    <w:lvl w:ilvl="0">
      <w:start w:val="1"/>
      <w:numFmt w:val="decimal"/>
      <w:lvlText w:val="%1."/>
      <w:lvlJc w:val="left"/>
      <w:pPr>
        <w:tabs>
          <w:tab w:val="num" w:pos="720"/>
        </w:tabs>
        <w:ind w:left="720" w:hanging="360"/>
      </w:pPr>
    </w:lvl>
  </w:abstractNum>
  <w:abstractNum w:abstractNumId="4">
    <w:nsid w:val="FFFFFF80"/>
    <w:multiLevelType w:val="singleLevel"/>
    <w:tmpl w:val="BEF086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68433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20CEA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12261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2F6DE64"/>
    <w:lvl w:ilvl="0">
      <w:start w:val="1"/>
      <w:numFmt w:val="decimal"/>
      <w:lvlText w:val="%1."/>
      <w:lvlJc w:val="left"/>
      <w:pPr>
        <w:tabs>
          <w:tab w:val="num" w:pos="360"/>
        </w:tabs>
        <w:ind w:left="360" w:hanging="360"/>
      </w:pPr>
    </w:lvl>
  </w:abstractNum>
  <w:abstractNum w:abstractNumId="9">
    <w:nsid w:val="FFFFFF89"/>
    <w:multiLevelType w:val="singleLevel"/>
    <w:tmpl w:val="E264B764"/>
    <w:lvl w:ilvl="0">
      <w:start w:val="1"/>
      <w:numFmt w:val="bullet"/>
      <w:lvlText w:val=""/>
      <w:lvlJc w:val="left"/>
      <w:pPr>
        <w:tabs>
          <w:tab w:val="num" w:pos="360"/>
        </w:tabs>
        <w:ind w:left="360" w:hanging="360"/>
      </w:pPr>
      <w:rPr>
        <w:rFonts w:ascii="Symbol" w:hAnsi="Symbol" w:hint="default"/>
      </w:rPr>
    </w:lvl>
  </w:abstractNum>
  <w:abstractNum w:abstractNumId="10">
    <w:nsid w:val="00933862"/>
    <w:multiLevelType w:val="hybridMultilevel"/>
    <w:tmpl w:val="2EB8D128"/>
    <w:lvl w:ilvl="0" w:tplc="4000BC2A">
      <w:start w:val="1"/>
      <w:numFmt w:val="bullet"/>
      <w:pStyle w:val="DocuBullet"/>
      <w:lvlText w:val=""/>
      <w:lvlJc w:val="left"/>
      <w:pPr>
        <w:ind w:left="778" w:hanging="360"/>
      </w:pPr>
      <w:rPr>
        <w:rFonts w:ascii="Symbol" w:hAnsi="Symbol" w:hint="default"/>
        <w:sz w:val="20"/>
      </w:rPr>
    </w:lvl>
    <w:lvl w:ilvl="1" w:tplc="04090003" w:tentative="1">
      <w:start w:val="1"/>
      <w:numFmt w:val="bullet"/>
      <w:lvlText w:val="o"/>
      <w:lvlJc w:val="left"/>
      <w:pPr>
        <w:ind w:left="1858" w:hanging="360"/>
      </w:pPr>
      <w:rPr>
        <w:rFonts w:ascii="Courier New" w:hAnsi="Courier New" w:cs="Courier New" w:hint="default"/>
      </w:rPr>
    </w:lvl>
    <w:lvl w:ilvl="2" w:tplc="04090005" w:tentative="1">
      <w:start w:val="1"/>
      <w:numFmt w:val="bullet"/>
      <w:lvlText w:val=""/>
      <w:lvlJc w:val="left"/>
      <w:pPr>
        <w:ind w:left="2578" w:hanging="360"/>
      </w:pPr>
      <w:rPr>
        <w:rFonts w:ascii="Wingdings" w:hAnsi="Wingdings" w:hint="default"/>
      </w:rPr>
    </w:lvl>
    <w:lvl w:ilvl="3" w:tplc="04090001" w:tentative="1">
      <w:start w:val="1"/>
      <w:numFmt w:val="bullet"/>
      <w:lvlText w:val=""/>
      <w:lvlJc w:val="left"/>
      <w:pPr>
        <w:ind w:left="3298" w:hanging="360"/>
      </w:pPr>
      <w:rPr>
        <w:rFonts w:ascii="Symbol" w:hAnsi="Symbol" w:hint="default"/>
      </w:rPr>
    </w:lvl>
    <w:lvl w:ilvl="4" w:tplc="04090003" w:tentative="1">
      <w:start w:val="1"/>
      <w:numFmt w:val="bullet"/>
      <w:lvlText w:val="o"/>
      <w:lvlJc w:val="left"/>
      <w:pPr>
        <w:ind w:left="4018" w:hanging="360"/>
      </w:pPr>
      <w:rPr>
        <w:rFonts w:ascii="Courier New" w:hAnsi="Courier New" w:cs="Courier New" w:hint="default"/>
      </w:rPr>
    </w:lvl>
    <w:lvl w:ilvl="5" w:tplc="04090005" w:tentative="1">
      <w:start w:val="1"/>
      <w:numFmt w:val="bullet"/>
      <w:lvlText w:val=""/>
      <w:lvlJc w:val="left"/>
      <w:pPr>
        <w:ind w:left="4738" w:hanging="360"/>
      </w:pPr>
      <w:rPr>
        <w:rFonts w:ascii="Wingdings" w:hAnsi="Wingdings" w:hint="default"/>
      </w:rPr>
    </w:lvl>
    <w:lvl w:ilvl="6" w:tplc="04090001" w:tentative="1">
      <w:start w:val="1"/>
      <w:numFmt w:val="bullet"/>
      <w:lvlText w:val=""/>
      <w:lvlJc w:val="left"/>
      <w:pPr>
        <w:ind w:left="5458" w:hanging="360"/>
      </w:pPr>
      <w:rPr>
        <w:rFonts w:ascii="Symbol" w:hAnsi="Symbol" w:hint="default"/>
      </w:rPr>
    </w:lvl>
    <w:lvl w:ilvl="7" w:tplc="04090003" w:tentative="1">
      <w:start w:val="1"/>
      <w:numFmt w:val="bullet"/>
      <w:lvlText w:val="o"/>
      <w:lvlJc w:val="left"/>
      <w:pPr>
        <w:ind w:left="6178" w:hanging="360"/>
      </w:pPr>
      <w:rPr>
        <w:rFonts w:ascii="Courier New" w:hAnsi="Courier New" w:cs="Courier New" w:hint="default"/>
      </w:rPr>
    </w:lvl>
    <w:lvl w:ilvl="8" w:tplc="04090005" w:tentative="1">
      <w:start w:val="1"/>
      <w:numFmt w:val="bullet"/>
      <w:lvlText w:val=""/>
      <w:lvlJc w:val="left"/>
      <w:pPr>
        <w:ind w:left="6898" w:hanging="360"/>
      </w:pPr>
      <w:rPr>
        <w:rFonts w:ascii="Wingdings" w:hAnsi="Wingdings" w:hint="default"/>
      </w:rPr>
    </w:lvl>
  </w:abstractNum>
  <w:abstractNum w:abstractNumId="11">
    <w:nsid w:val="0905472E"/>
    <w:multiLevelType w:val="hybridMultilevel"/>
    <w:tmpl w:val="F38CD612"/>
    <w:lvl w:ilvl="0" w:tplc="59C8DD70">
      <w:start w:val="1"/>
      <w:numFmt w:val="bullet"/>
      <w:lvlText w:val=""/>
      <w:lvlJc w:val="left"/>
      <w:pPr>
        <w:ind w:left="418" w:hanging="360"/>
      </w:pPr>
      <w:rPr>
        <w:rFonts w:ascii="Symbol" w:hAnsi="Symbol" w:hint="default"/>
        <w:sz w:val="20"/>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2">
    <w:nsid w:val="126A20B6"/>
    <w:multiLevelType w:val="hybridMultilevel"/>
    <w:tmpl w:val="3AF884BA"/>
    <w:lvl w:ilvl="0" w:tplc="3AC28058">
      <w:start w:val="1"/>
      <w:numFmt w:val="bullet"/>
      <w:lvlText w:val=""/>
      <w:lvlJc w:val="left"/>
      <w:pPr>
        <w:ind w:left="778" w:hanging="360"/>
      </w:pPr>
      <w:rPr>
        <w:rFonts w:ascii="Symbol" w:hAnsi="Symbo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41634E1"/>
    <w:multiLevelType w:val="hybridMultilevel"/>
    <w:tmpl w:val="A2D68078"/>
    <w:lvl w:ilvl="0" w:tplc="707CB0F4">
      <w:start w:val="1"/>
      <w:numFmt w:val="bullet"/>
      <w:pStyle w:val="Table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B914FBF"/>
    <w:multiLevelType w:val="hybridMultilevel"/>
    <w:tmpl w:val="25628A82"/>
    <w:lvl w:ilvl="0" w:tplc="46CECBE2">
      <w:start w:val="1"/>
      <w:numFmt w:val="bullet"/>
      <w:pStyle w:val="Process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B346E40"/>
    <w:multiLevelType w:val="hybridMultilevel"/>
    <w:tmpl w:val="588681AE"/>
    <w:lvl w:ilvl="0" w:tplc="2A3C8A1A">
      <w:start w:val="1"/>
      <w:numFmt w:val="bullet"/>
      <w:pStyle w:val="Table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66C709B"/>
    <w:multiLevelType w:val="hybridMultilevel"/>
    <w:tmpl w:val="51164F52"/>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1DF17B8"/>
    <w:multiLevelType w:val="hybridMultilevel"/>
    <w:tmpl w:val="FBC2D5FE"/>
    <w:lvl w:ilvl="0" w:tplc="966651C2">
      <w:start w:val="1"/>
      <w:numFmt w:val="bullet"/>
      <w:pStyle w:val="marginbullet"/>
      <w:lvlText w:val=""/>
      <w:lvlJc w:val="left"/>
      <w:pPr>
        <w:ind w:left="418" w:hanging="360"/>
      </w:pPr>
      <w:rPr>
        <w:rFonts w:ascii="Symbol" w:hAnsi="Symbol" w:hint="default"/>
        <w:sz w:val="20"/>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9">
    <w:nsid w:val="5A32050A"/>
    <w:multiLevelType w:val="hybridMultilevel"/>
    <w:tmpl w:val="136EBDBA"/>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9"/>
  </w:num>
  <w:num w:numId="2">
    <w:abstractNumId w:val="14"/>
  </w:num>
  <w:num w:numId="3">
    <w:abstractNumId w:val="16"/>
  </w:num>
  <w:num w:numId="4">
    <w:abstractNumId w:val="13"/>
  </w:num>
  <w:num w:numId="5">
    <w:abstractNumId w:val="17"/>
  </w:num>
  <w:num w:numId="6">
    <w:abstractNumId w:val="15"/>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1"/>
  </w:num>
  <w:num w:numId="18">
    <w:abstractNumId w:val="12"/>
  </w:num>
  <w:num w:numId="19">
    <w:abstractNumId w:val="10"/>
  </w:num>
  <w:num w:numId="20">
    <w:abstractNumId w:val="1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embedSystemFonts/>
  <w:mirrorMargins/>
  <w:hideSpellingErrors/>
  <w:hideGrammaticalErrors/>
  <w:proofState w:spelling="clean" w:grammar="clean"/>
  <w:attachedTemplate r:id="rId1"/>
  <w:stylePaneFormatFilter w:val="3F01"/>
  <w:doNotTrackFormatting/>
  <w:defaultTabStop w:val="720"/>
  <w:evenAndOddHeaders/>
  <w:displayHorizontalDrawingGridEvery w:val="0"/>
  <w:displayVerticalDrawingGridEvery w:val="0"/>
  <w:doNotUseMarginsForDrawingGridOrigin/>
  <w:noPunctuationKerning/>
  <w:characterSpacingControl w:val="doNotCompress"/>
  <w:hdrShapeDefaults>
    <o:shapedefaults v:ext="edit" spidmax="46081"/>
  </w:hdrShapeDefaults>
  <w:footnotePr>
    <w:footnote w:id="-1"/>
    <w:footnote w:id="0"/>
  </w:footnotePr>
  <w:endnotePr>
    <w:endnote w:id="-1"/>
    <w:endnote w:id="0"/>
  </w:endnotePr>
  <w:compat/>
  <w:rsids>
    <w:rsidRoot w:val="00C15182"/>
    <w:rsid w:val="00016B0A"/>
    <w:rsid w:val="0002753B"/>
    <w:rsid w:val="000532A1"/>
    <w:rsid w:val="00055A86"/>
    <w:rsid w:val="0007630F"/>
    <w:rsid w:val="000C7E28"/>
    <w:rsid w:val="00105307"/>
    <w:rsid w:val="00117208"/>
    <w:rsid w:val="0013314A"/>
    <w:rsid w:val="0013490E"/>
    <w:rsid w:val="00160848"/>
    <w:rsid w:val="00163BF8"/>
    <w:rsid w:val="001C68D9"/>
    <w:rsid w:val="001D3600"/>
    <w:rsid w:val="001E2F6E"/>
    <w:rsid w:val="00206FE1"/>
    <w:rsid w:val="002102F6"/>
    <w:rsid w:val="00237A52"/>
    <w:rsid w:val="00254B3D"/>
    <w:rsid w:val="0025543E"/>
    <w:rsid w:val="002746F1"/>
    <w:rsid w:val="002D25AA"/>
    <w:rsid w:val="002E0C81"/>
    <w:rsid w:val="002F3B33"/>
    <w:rsid w:val="00300F01"/>
    <w:rsid w:val="00305AA1"/>
    <w:rsid w:val="00326A83"/>
    <w:rsid w:val="0035117F"/>
    <w:rsid w:val="003528FF"/>
    <w:rsid w:val="0037466A"/>
    <w:rsid w:val="00396937"/>
    <w:rsid w:val="003C6225"/>
    <w:rsid w:val="003D2295"/>
    <w:rsid w:val="003D5242"/>
    <w:rsid w:val="003E7F77"/>
    <w:rsid w:val="00446D0D"/>
    <w:rsid w:val="00451DCE"/>
    <w:rsid w:val="00453955"/>
    <w:rsid w:val="00472272"/>
    <w:rsid w:val="00475109"/>
    <w:rsid w:val="00490793"/>
    <w:rsid w:val="00492A15"/>
    <w:rsid w:val="004A0D05"/>
    <w:rsid w:val="004C4B0B"/>
    <w:rsid w:val="004D4FDC"/>
    <w:rsid w:val="005018FC"/>
    <w:rsid w:val="0053390A"/>
    <w:rsid w:val="005473EC"/>
    <w:rsid w:val="00572F5B"/>
    <w:rsid w:val="00582B42"/>
    <w:rsid w:val="00595309"/>
    <w:rsid w:val="005A19A9"/>
    <w:rsid w:val="005A5B4A"/>
    <w:rsid w:val="005A5CA7"/>
    <w:rsid w:val="005C00A8"/>
    <w:rsid w:val="005C3874"/>
    <w:rsid w:val="005C6198"/>
    <w:rsid w:val="005D43DC"/>
    <w:rsid w:val="00601BA0"/>
    <w:rsid w:val="00607665"/>
    <w:rsid w:val="00615D67"/>
    <w:rsid w:val="00631841"/>
    <w:rsid w:val="0063289A"/>
    <w:rsid w:val="006419A8"/>
    <w:rsid w:val="00643907"/>
    <w:rsid w:val="00670399"/>
    <w:rsid w:val="00685F25"/>
    <w:rsid w:val="006A776C"/>
    <w:rsid w:val="006C3704"/>
    <w:rsid w:val="0070523D"/>
    <w:rsid w:val="00730550"/>
    <w:rsid w:val="007320C6"/>
    <w:rsid w:val="007433DE"/>
    <w:rsid w:val="0078746B"/>
    <w:rsid w:val="007A4337"/>
    <w:rsid w:val="007A5A60"/>
    <w:rsid w:val="007B2D54"/>
    <w:rsid w:val="007B42A9"/>
    <w:rsid w:val="007B77A5"/>
    <w:rsid w:val="007C04C5"/>
    <w:rsid w:val="007C0681"/>
    <w:rsid w:val="007F03E2"/>
    <w:rsid w:val="00812835"/>
    <w:rsid w:val="00832C55"/>
    <w:rsid w:val="00833E7B"/>
    <w:rsid w:val="00834EB7"/>
    <w:rsid w:val="00862BFB"/>
    <w:rsid w:val="008C352A"/>
    <w:rsid w:val="008D4427"/>
    <w:rsid w:val="008D7990"/>
    <w:rsid w:val="008E1E67"/>
    <w:rsid w:val="008F75C9"/>
    <w:rsid w:val="0090354C"/>
    <w:rsid w:val="00927852"/>
    <w:rsid w:val="00931A9C"/>
    <w:rsid w:val="0094340F"/>
    <w:rsid w:val="009B53DC"/>
    <w:rsid w:val="009D61A9"/>
    <w:rsid w:val="009F7171"/>
    <w:rsid w:val="00A16991"/>
    <w:rsid w:val="00A4769D"/>
    <w:rsid w:val="00A563C0"/>
    <w:rsid w:val="00A85D2A"/>
    <w:rsid w:val="00AA3CAF"/>
    <w:rsid w:val="00AB088B"/>
    <w:rsid w:val="00AD63BA"/>
    <w:rsid w:val="00AD7257"/>
    <w:rsid w:val="00B270AE"/>
    <w:rsid w:val="00B37D0F"/>
    <w:rsid w:val="00B87490"/>
    <w:rsid w:val="00B93514"/>
    <w:rsid w:val="00B94C64"/>
    <w:rsid w:val="00BA05D7"/>
    <w:rsid w:val="00BB12C8"/>
    <w:rsid w:val="00BB490D"/>
    <w:rsid w:val="00BD5230"/>
    <w:rsid w:val="00BD7016"/>
    <w:rsid w:val="00BE6C3A"/>
    <w:rsid w:val="00BE7A5E"/>
    <w:rsid w:val="00C15182"/>
    <w:rsid w:val="00C200D9"/>
    <w:rsid w:val="00C24ED3"/>
    <w:rsid w:val="00C26571"/>
    <w:rsid w:val="00C3182F"/>
    <w:rsid w:val="00C36A6B"/>
    <w:rsid w:val="00C47A1C"/>
    <w:rsid w:val="00C51657"/>
    <w:rsid w:val="00C56131"/>
    <w:rsid w:val="00C62040"/>
    <w:rsid w:val="00C841CB"/>
    <w:rsid w:val="00CD72AF"/>
    <w:rsid w:val="00D00310"/>
    <w:rsid w:val="00D03443"/>
    <w:rsid w:val="00D04336"/>
    <w:rsid w:val="00D0475E"/>
    <w:rsid w:val="00D2611B"/>
    <w:rsid w:val="00D47E50"/>
    <w:rsid w:val="00D90949"/>
    <w:rsid w:val="00D94AC4"/>
    <w:rsid w:val="00DA2377"/>
    <w:rsid w:val="00DB5C4F"/>
    <w:rsid w:val="00DD701D"/>
    <w:rsid w:val="00DE38E1"/>
    <w:rsid w:val="00DE4C9F"/>
    <w:rsid w:val="00DF2C8A"/>
    <w:rsid w:val="00DF43D6"/>
    <w:rsid w:val="00E10761"/>
    <w:rsid w:val="00E16B0C"/>
    <w:rsid w:val="00E22DF2"/>
    <w:rsid w:val="00E265ED"/>
    <w:rsid w:val="00E373A5"/>
    <w:rsid w:val="00E609A9"/>
    <w:rsid w:val="00E66A54"/>
    <w:rsid w:val="00E877C7"/>
    <w:rsid w:val="00E9609A"/>
    <w:rsid w:val="00ED3BA2"/>
    <w:rsid w:val="00EF09B0"/>
    <w:rsid w:val="00F009C7"/>
    <w:rsid w:val="00F01D7E"/>
    <w:rsid w:val="00F1184A"/>
    <w:rsid w:val="00F306F7"/>
    <w:rsid w:val="00F37563"/>
    <w:rsid w:val="00F56255"/>
    <w:rsid w:val="00F86E36"/>
    <w:rsid w:val="00FA0720"/>
    <w:rsid w:val="00FA149E"/>
    <w:rsid w:val="00FC7C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4EB7"/>
    <w:rPr>
      <w:rFonts w:ascii="Arial" w:hAnsi="Arial"/>
      <w:szCs w:val="24"/>
    </w:rPr>
  </w:style>
  <w:style w:type="paragraph" w:styleId="Heading1">
    <w:name w:val="heading 1"/>
    <w:aliases w:val="A Head,H1-Sec.Head"/>
    <w:basedOn w:val="Normal"/>
    <w:next w:val="Normal"/>
    <w:link w:val="Heading1Char"/>
    <w:qFormat/>
    <w:rsid w:val="00834EB7"/>
    <w:pPr>
      <w:keepNext/>
      <w:spacing w:after="360"/>
      <w:jc w:val="center"/>
      <w:outlineLvl w:val="0"/>
    </w:pPr>
    <w:rPr>
      <w:b/>
      <w:bCs/>
      <w:kern w:val="32"/>
      <w:sz w:val="32"/>
      <w:szCs w:val="32"/>
    </w:rPr>
  </w:style>
  <w:style w:type="paragraph" w:styleId="Heading2">
    <w:name w:val="heading 2"/>
    <w:basedOn w:val="Normal"/>
    <w:next w:val="Normal"/>
    <w:link w:val="Heading2Char"/>
    <w:uiPriority w:val="9"/>
    <w:unhideWhenUsed/>
    <w:qFormat/>
    <w:rsid w:val="00834E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qFormat/>
    <w:rsid w:val="00834EB7"/>
    <w:pPr>
      <w:keepNext/>
      <w:spacing w:before="240" w:after="60"/>
      <w:outlineLvl w:val="2"/>
    </w:pPr>
    <w:rPr>
      <w:rFonts w:cs="Arial"/>
      <w:b/>
      <w:bCs/>
      <w:sz w:val="22"/>
      <w:szCs w:val="26"/>
    </w:rPr>
  </w:style>
  <w:style w:type="paragraph" w:styleId="Heading4">
    <w:name w:val="heading 4"/>
    <w:aliases w:val="H4 Sec.Heading"/>
    <w:basedOn w:val="Normal"/>
    <w:next w:val="Normal"/>
    <w:qFormat/>
    <w:rsid w:val="00C36A6B"/>
    <w:pPr>
      <w:keepNext/>
      <w:widowControl w:val="0"/>
      <w:pBdr>
        <w:top w:val="single" w:sz="4" w:space="1" w:color="auto"/>
      </w:pBdr>
      <w:tabs>
        <w:tab w:val="left" w:pos="8460"/>
      </w:tabs>
      <w:spacing w:after="240"/>
      <w:outlineLvl w:val="3"/>
    </w:pPr>
    <w:rPr>
      <w:b/>
    </w:rPr>
  </w:style>
  <w:style w:type="paragraph" w:styleId="Heading5">
    <w:name w:val="heading 5"/>
    <w:basedOn w:val="Normal"/>
    <w:next w:val="Normal"/>
    <w:qFormat/>
    <w:rsid w:val="00C36A6B"/>
    <w:pPr>
      <w:keepNext/>
      <w:outlineLvl w:val="4"/>
    </w:pPr>
    <w:rPr>
      <w:b/>
      <w:bCs/>
    </w:rPr>
  </w:style>
  <w:style w:type="paragraph" w:styleId="Heading6">
    <w:name w:val="heading 6"/>
    <w:basedOn w:val="Normal"/>
    <w:next w:val="Normal"/>
    <w:qFormat/>
    <w:rsid w:val="00C36A6B"/>
    <w:pPr>
      <w:keepNext/>
      <w:jc w:val="center"/>
      <w:outlineLvl w:val="5"/>
    </w:pPr>
    <w:rPr>
      <w:b/>
    </w:rPr>
  </w:style>
  <w:style w:type="paragraph" w:styleId="Heading7">
    <w:name w:val="heading 7"/>
    <w:basedOn w:val="Normal"/>
    <w:next w:val="Normal"/>
    <w:qFormat/>
    <w:rsid w:val="00C36A6B"/>
    <w:pPr>
      <w:keepNext/>
      <w:spacing w:before="60" w:after="60"/>
      <w:outlineLvl w:val="6"/>
    </w:pPr>
  </w:style>
  <w:style w:type="paragraph" w:styleId="Heading8">
    <w:name w:val="heading 8"/>
    <w:basedOn w:val="Normal"/>
    <w:next w:val="Normal"/>
    <w:qFormat/>
    <w:rsid w:val="00C36A6B"/>
    <w:pPr>
      <w:keepNext/>
      <w:outlineLvl w:val="7"/>
    </w:pPr>
    <w:rPr>
      <w:b/>
    </w:rPr>
  </w:style>
  <w:style w:type="paragraph" w:styleId="Heading9">
    <w:name w:val="heading 9"/>
    <w:basedOn w:val="Normal"/>
    <w:next w:val="Normal"/>
    <w:qFormat/>
    <w:rsid w:val="00C36A6B"/>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C36A6B"/>
  </w:style>
  <w:style w:type="paragraph" w:styleId="Header">
    <w:name w:val="header"/>
    <w:rsid w:val="00834EB7"/>
    <w:pPr>
      <w:pBdr>
        <w:bottom w:val="single" w:sz="6" w:space="1" w:color="auto"/>
      </w:pBdr>
      <w:tabs>
        <w:tab w:val="right" w:pos="9000"/>
        <w:tab w:val="right" w:pos="9720"/>
      </w:tabs>
      <w:spacing w:before="120" w:after="360"/>
    </w:pPr>
    <w:rPr>
      <w:rFonts w:ascii="Arial" w:hAnsi="Arial"/>
      <w:b/>
      <w:i/>
      <w:szCs w:val="24"/>
    </w:rPr>
  </w:style>
  <w:style w:type="paragraph" w:styleId="Footer">
    <w:name w:val="footer"/>
    <w:basedOn w:val="Normal"/>
    <w:rsid w:val="00834EB7"/>
    <w:pPr>
      <w:pBdr>
        <w:top w:val="single" w:sz="8" w:space="1" w:color="auto"/>
      </w:pBdr>
      <w:tabs>
        <w:tab w:val="right" w:pos="9720"/>
      </w:tabs>
      <w:spacing w:before="240" w:after="120" w:line="260" w:lineRule="exact"/>
    </w:pPr>
    <w:rPr>
      <w:b/>
      <w:szCs w:val="20"/>
    </w:rPr>
  </w:style>
  <w:style w:type="character" w:styleId="Hyperlink">
    <w:name w:val="Hyperlink"/>
    <w:basedOn w:val="DefaultParagraphFont"/>
    <w:rsid w:val="00C36A6B"/>
    <w:rPr>
      <w:color w:val="0000FF"/>
      <w:u w:val="single"/>
    </w:rPr>
  </w:style>
  <w:style w:type="character" w:styleId="FootnoteReference">
    <w:name w:val="footnote reference"/>
    <w:basedOn w:val="DefaultParagraphFont"/>
    <w:semiHidden/>
    <w:rsid w:val="00C36A6B"/>
    <w:rPr>
      <w:vertAlign w:val="superscript"/>
    </w:rPr>
  </w:style>
  <w:style w:type="paragraph" w:styleId="FootnoteText">
    <w:name w:val="footnote text"/>
    <w:basedOn w:val="Normal"/>
    <w:semiHidden/>
    <w:rsid w:val="00C36A6B"/>
  </w:style>
  <w:style w:type="paragraph" w:styleId="DocumentMap">
    <w:name w:val="Document Map"/>
    <w:basedOn w:val="Normal"/>
    <w:semiHidden/>
    <w:rsid w:val="00C36A6B"/>
    <w:pPr>
      <w:shd w:val="clear" w:color="auto" w:fill="000080"/>
    </w:pPr>
    <w:rPr>
      <w:rFonts w:ascii="Tahoma" w:hAnsi="Tahoma"/>
    </w:rPr>
  </w:style>
  <w:style w:type="paragraph" w:customStyle="1" w:styleId="Body">
    <w:name w:val="Body"/>
    <w:rsid w:val="00834EB7"/>
    <w:pPr>
      <w:spacing w:before="180"/>
    </w:pPr>
    <w:rPr>
      <w:rFonts w:ascii="Arial" w:hAnsi="Arial"/>
      <w:szCs w:val="24"/>
    </w:rPr>
  </w:style>
  <w:style w:type="paragraph" w:customStyle="1" w:styleId="MainHead">
    <w:name w:val="Main Head"/>
    <w:basedOn w:val="Normal"/>
    <w:rsid w:val="00C36A6B"/>
    <w:pPr>
      <w:pBdr>
        <w:top w:val="single" w:sz="4" w:space="2" w:color="auto"/>
        <w:left w:val="single" w:sz="4" w:space="2" w:color="auto"/>
        <w:bottom w:val="single" w:sz="4" w:space="2" w:color="auto"/>
        <w:right w:val="single" w:sz="4" w:space="0" w:color="auto"/>
      </w:pBdr>
      <w:shd w:val="clear" w:color="auto" w:fill="000000"/>
      <w:spacing w:before="240"/>
      <w:outlineLvl w:val="2"/>
    </w:pPr>
    <w:rPr>
      <w:b/>
      <w:color w:val="FFFFFF"/>
      <w:kern w:val="28"/>
    </w:rPr>
  </w:style>
  <w:style w:type="paragraph" w:customStyle="1" w:styleId="SubHead">
    <w:name w:val="Sub Head"/>
    <w:rsid w:val="00834EB7"/>
    <w:pPr>
      <w:pBdr>
        <w:bottom w:val="single" w:sz="6" w:space="2" w:color="auto"/>
      </w:pBdr>
      <w:spacing w:before="360"/>
    </w:pPr>
    <w:rPr>
      <w:rFonts w:ascii="Arial" w:hAnsi="Arial"/>
      <w:b/>
      <w:sz w:val="22"/>
      <w:szCs w:val="24"/>
    </w:rPr>
  </w:style>
  <w:style w:type="paragraph" w:customStyle="1" w:styleId="Bullet">
    <w:name w:val="Bullet"/>
    <w:rsid w:val="00834EB7"/>
    <w:pPr>
      <w:numPr>
        <w:numId w:val="1"/>
      </w:numPr>
      <w:tabs>
        <w:tab w:val="left" w:pos="576"/>
      </w:tabs>
      <w:spacing w:before="120"/>
      <w:ind w:left="576"/>
    </w:pPr>
    <w:rPr>
      <w:rFonts w:ascii="Arial" w:hAnsi="Arial"/>
      <w:szCs w:val="24"/>
    </w:rPr>
  </w:style>
  <w:style w:type="paragraph" w:customStyle="1" w:styleId="Dash">
    <w:name w:val="Dash"/>
    <w:rsid w:val="00834EB7"/>
    <w:pPr>
      <w:numPr>
        <w:numId w:val="2"/>
      </w:numPr>
      <w:spacing w:before="60"/>
    </w:pPr>
    <w:rPr>
      <w:rFonts w:ascii="Arial" w:hAnsi="Arial"/>
      <w:szCs w:val="24"/>
    </w:rPr>
  </w:style>
  <w:style w:type="paragraph" w:customStyle="1" w:styleId="ProcessBullet">
    <w:name w:val="Process Bullet"/>
    <w:rsid w:val="00834EB7"/>
    <w:pPr>
      <w:numPr>
        <w:numId w:val="5"/>
      </w:numPr>
      <w:spacing w:before="120"/>
    </w:pPr>
    <w:rPr>
      <w:rFonts w:ascii="Arial" w:hAnsi="Arial"/>
      <w:szCs w:val="24"/>
    </w:rPr>
  </w:style>
  <w:style w:type="paragraph" w:customStyle="1" w:styleId="ProcessDash">
    <w:name w:val="Process Dash"/>
    <w:rsid w:val="00834EB7"/>
    <w:pPr>
      <w:numPr>
        <w:numId w:val="6"/>
      </w:numPr>
      <w:tabs>
        <w:tab w:val="clear" w:pos="432"/>
        <w:tab w:val="left" w:pos="216"/>
      </w:tabs>
      <w:spacing w:before="60"/>
    </w:pPr>
    <w:rPr>
      <w:rFonts w:ascii="Arial" w:hAnsi="Arial"/>
      <w:szCs w:val="24"/>
    </w:rPr>
  </w:style>
  <w:style w:type="paragraph" w:customStyle="1" w:styleId="MoreInfo">
    <w:name w:val="More Info"/>
    <w:basedOn w:val="Normal"/>
    <w:rsid w:val="00C36A6B"/>
    <w:pPr>
      <w:spacing w:before="240"/>
      <w:jc w:val="center"/>
    </w:pPr>
    <w:rPr>
      <w:b/>
      <w:i/>
    </w:rPr>
  </w:style>
  <w:style w:type="paragraph" w:customStyle="1" w:styleId="Note">
    <w:name w:val="Note"/>
    <w:rsid w:val="00834EB7"/>
    <w:pPr>
      <w:spacing w:before="120"/>
    </w:pPr>
    <w:rPr>
      <w:rFonts w:ascii="Arial" w:hAnsi="Arial"/>
      <w:i/>
      <w:szCs w:val="24"/>
    </w:rPr>
  </w:style>
  <w:style w:type="paragraph" w:customStyle="1" w:styleId="IndentBullet">
    <w:name w:val="Indent Bullet"/>
    <w:basedOn w:val="Body"/>
    <w:rsid w:val="00C36A6B"/>
    <w:pPr>
      <w:spacing w:before="20" w:after="20"/>
      <w:ind w:left="993" w:hanging="187"/>
    </w:pPr>
  </w:style>
  <w:style w:type="paragraph" w:customStyle="1" w:styleId="ElementNumber">
    <w:name w:val="Element Number"/>
    <w:basedOn w:val="Body"/>
    <w:rsid w:val="00C36A6B"/>
    <w:pPr>
      <w:tabs>
        <w:tab w:val="num" w:pos="720"/>
      </w:tabs>
      <w:ind w:left="720" w:hanging="360"/>
    </w:pPr>
    <w:rPr>
      <w:b/>
    </w:rPr>
  </w:style>
  <w:style w:type="paragraph" w:customStyle="1" w:styleId="MarginHead">
    <w:name w:val="Margin Head"/>
    <w:rsid w:val="00834EB7"/>
    <w:pPr>
      <w:spacing w:before="180"/>
    </w:pPr>
    <w:rPr>
      <w:rFonts w:ascii="Arial" w:hAnsi="Arial"/>
      <w:b/>
      <w:sz w:val="22"/>
      <w:szCs w:val="24"/>
    </w:rPr>
  </w:style>
  <w:style w:type="paragraph" w:customStyle="1" w:styleId="MarginSubhead">
    <w:name w:val="Margin Subhead"/>
    <w:rsid w:val="00834EB7"/>
    <w:pPr>
      <w:spacing w:before="180"/>
      <w:ind w:left="216"/>
    </w:pPr>
    <w:rPr>
      <w:rFonts w:ascii="Arial" w:hAnsi="Arial"/>
      <w:b/>
      <w:szCs w:val="24"/>
    </w:rPr>
  </w:style>
  <w:style w:type="paragraph" w:customStyle="1" w:styleId="TableText">
    <w:name w:val="Table Text"/>
    <w:rsid w:val="00834EB7"/>
    <w:pPr>
      <w:spacing w:before="40" w:after="40" w:line="200" w:lineRule="exact"/>
    </w:pPr>
    <w:rPr>
      <w:rFonts w:ascii="Arial Narrow" w:hAnsi="Arial Narrow"/>
      <w:szCs w:val="19"/>
    </w:rPr>
  </w:style>
  <w:style w:type="paragraph" w:customStyle="1" w:styleId="TableHead">
    <w:name w:val="Table Head"/>
    <w:rsid w:val="00834EB7"/>
    <w:pPr>
      <w:spacing w:before="40" w:after="40" w:line="200" w:lineRule="exact"/>
      <w:jc w:val="center"/>
    </w:pPr>
    <w:rPr>
      <w:rFonts w:ascii="Arial Narrow" w:hAnsi="Arial Narrow"/>
      <w:b/>
      <w:color w:val="FFFFFF"/>
    </w:rPr>
  </w:style>
  <w:style w:type="paragraph" w:customStyle="1" w:styleId="TableBullet">
    <w:name w:val="Table Bullet"/>
    <w:rsid w:val="00834EB7"/>
    <w:pPr>
      <w:numPr>
        <w:numId w:val="3"/>
      </w:numPr>
      <w:tabs>
        <w:tab w:val="clear" w:pos="216"/>
      </w:tabs>
      <w:spacing w:before="40" w:after="40" w:line="200" w:lineRule="exact"/>
      <w:ind w:left="158" w:hanging="158"/>
    </w:pPr>
    <w:rPr>
      <w:rFonts w:ascii="Arial Narrow" w:hAnsi="Arial Narrow"/>
      <w:szCs w:val="24"/>
    </w:rPr>
  </w:style>
  <w:style w:type="paragraph" w:customStyle="1" w:styleId="Item">
    <w:name w:val="Item"/>
    <w:basedOn w:val="Normal"/>
    <w:rsid w:val="00C36A6B"/>
    <w:pPr>
      <w:tabs>
        <w:tab w:val="left" w:pos="0"/>
        <w:tab w:val="left" w:pos="720"/>
        <w:tab w:val="left" w:pos="1584"/>
        <w:tab w:val="left" w:pos="2160"/>
      </w:tabs>
      <w:spacing w:after="240" w:line="240" w:lineRule="atLeast"/>
      <w:ind w:left="720" w:hanging="720"/>
      <w:jc w:val="both"/>
    </w:pPr>
    <w:rPr>
      <w:rFonts w:ascii="New York" w:hAnsi="New York"/>
    </w:rPr>
  </w:style>
  <w:style w:type="paragraph" w:customStyle="1" w:styleId="Question">
    <w:name w:val="Question"/>
    <w:basedOn w:val="Normal"/>
    <w:rsid w:val="00C36A6B"/>
    <w:pPr>
      <w:numPr>
        <w:ilvl w:val="12"/>
      </w:numPr>
      <w:spacing w:before="240"/>
      <w:ind w:left="547" w:hanging="547"/>
    </w:pPr>
  </w:style>
  <w:style w:type="paragraph" w:customStyle="1" w:styleId="Answer">
    <w:name w:val="Answer"/>
    <w:basedOn w:val="Normal"/>
    <w:rsid w:val="00C36A6B"/>
    <w:pPr>
      <w:widowControl w:val="0"/>
      <w:numPr>
        <w:ilvl w:val="12"/>
      </w:numPr>
      <w:tabs>
        <w:tab w:val="left" w:pos="990"/>
        <w:tab w:val="left" w:pos="1620"/>
        <w:tab w:val="left" w:pos="2070"/>
      </w:tabs>
      <w:ind w:left="540"/>
    </w:pPr>
  </w:style>
  <w:style w:type="paragraph" w:customStyle="1" w:styleId="ColumnHead">
    <w:name w:val="Column Head"/>
    <w:basedOn w:val="Normal"/>
    <w:rsid w:val="00C36A6B"/>
    <w:pPr>
      <w:keepNext/>
      <w:keepLines/>
      <w:numPr>
        <w:ilvl w:val="12"/>
      </w:numPr>
      <w:pBdr>
        <w:bottom w:val="single" w:sz="12" w:space="1" w:color="auto"/>
      </w:pBdr>
      <w:suppressAutoHyphens/>
      <w:jc w:val="center"/>
    </w:pPr>
    <w:rPr>
      <w:b/>
      <w:sz w:val="26"/>
    </w:rPr>
  </w:style>
  <w:style w:type="paragraph" w:customStyle="1" w:styleId="QuestionText">
    <w:name w:val="Question Text"/>
    <w:basedOn w:val="Normal"/>
    <w:rsid w:val="00C36A6B"/>
    <w:pPr>
      <w:numPr>
        <w:ilvl w:val="12"/>
      </w:numPr>
      <w:suppressAutoHyphens/>
    </w:pPr>
    <w:rPr>
      <w:b/>
      <w:spacing w:val="-2"/>
    </w:rPr>
  </w:style>
  <w:style w:type="paragraph" w:customStyle="1" w:styleId="Option">
    <w:name w:val="Option"/>
    <w:basedOn w:val="Question"/>
    <w:rsid w:val="00C36A6B"/>
    <w:pPr>
      <w:ind w:left="0" w:firstLine="0"/>
    </w:pPr>
    <w:rPr>
      <w:i/>
      <w:u w:val="single"/>
    </w:rPr>
  </w:style>
  <w:style w:type="paragraph" w:customStyle="1" w:styleId="A1-Box">
    <w:name w:val="A1-Box"/>
    <w:basedOn w:val="Normal"/>
    <w:rsid w:val="00C36A6B"/>
    <w:pPr>
      <w:tabs>
        <w:tab w:val="left" w:pos="1296"/>
        <w:tab w:val="right" w:pos="2160"/>
        <w:tab w:val="left" w:pos="2304"/>
      </w:tabs>
      <w:ind w:left="2304" w:hanging="1584"/>
    </w:pPr>
  </w:style>
  <w:style w:type="paragraph" w:customStyle="1" w:styleId="IndentNormal">
    <w:name w:val="Indent Normal"/>
    <w:basedOn w:val="Normal"/>
    <w:next w:val="Normal"/>
    <w:rsid w:val="00C36A6B"/>
    <w:pPr>
      <w:spacing w:before="60" w:after="60"/>
      <w:ind w:left="720"/>
    </w:pPr>
  </w:style>
  <w:style w:type="character" w:styleId="LineNumber">
    <w:name w:val="line number"/>
    <w:basedOn w:val="DefaultParagraphFont"/>
    <w:rsid w:val="00C36A6B"/>
  </w:style>
  <w:style w:type="paragraph" w:customStyle="1" w:styleId="StdHead">
    <w:name w:val="Std Head"/>
    <w:rsid w:val="00834EB7"/>
    <w:pPr>
      <w:pBdr>
        <w:top w:val="single" w:sz="6" w:space="2" w:color="auto"/>
        <w:left w:val="single" w:sz="6" w:space="2" w:color="auto"/>
        <w:bottom w:val="single" w:sz="6" w:space="2" w:color="auto"/>
        <w:right w:val="single" w:sz="6" w:space="2" w:color="auto"/>
      </w:pBdr>
      <w:shd w:val="clear" w:color="auto" w:fill="000000"/>
      <w:spacing w:before="360"/>
    </w:pPr>
    <w:rPr>
      <w:rFonts w:ascii="Arial" w:hAnsi="Arial"/>
      <w:b/>
      <w:color w:val="FFFFFF"/>
      <w:sz w:val="22"/>
      <w:szCs w:val="28"/>
    </w:rPr>
  </w:style>
  <w:style w:type="paragraph" w:styleId="BalloonText">
    <w:name w:val="Balloon Text"/>
    <w:basedOn w:val="Normal"/>
    <w:semiHidden/>
    <w:rsid w:val="0094340F"/>
    <w:rPr>
      <w:rFonts w:ascii="Tahoma" w:hAnsi="Tahoma" w:cs="Tahoma"/>
      <w:sz w:val="16"/>
      <w:szCs w:val="16"/>
    </w:rPr>
  </w:style>
  <w:style w:type="paragraph" w:customStyle="1" w:styleId="TableDash">
    <w:name w:val="Table Dash"/>
    <w:rsid w:val="00834EB7"/>
    <w:pPr>
      <w:numPr>
        <w:numId w:val="4"/>
      </w:numPr>
      <w:tabs>
        <w:tab w:val="clear" w:pos="432"/>
      </w:tabs>
      <w:ind w:left="374" w:hanging="158"/>
    </w:pPr>
    <w:rPr>
      <w:rFonts w:ascii="Arial Narrow" w:hAnsi="Arial Narrow"/>
      <w:szCs w:val="24"/>
    </w:rPr>
  </w:style>
  <w:style w:type="paragraph" w:customStyle="1" w:styleId="SectionHead">
    <w:name w:val="Section Head"/>
    <w:basedOn w:val="Heading1"/>
    <w:rsid w:val="00AB088B"/>
    <w:pPr>
      <w:spacing w:after="240"/>
    </w:pPr>
    <w:rPr>
      <w:szCs w:val="20"/>
    </w:rPr>
  </w:style>
  <w:style w:type="paragraph" w:customStyle="1" w:styleId="StyleTableBullet11">
    <w:name w:val="Style Table Bullet + 11"/>
    <w:basedOn w:val="TableBullet"/>
    <w:rsid w:val="00572F5B"/>
    <w:pPr>
      <w:numPr>
        <w:numId w:val="0"/>
      </w:numPr>
      <w:spacing w:line="220" w:lineRule="exact"/>
    </w:pPr>
    <w:rPr>
      <w:sz w:val="22"/>
    </w:rPr>
  </w:style>
  <w:style w:type="character" w:styleId="CommentReference">
    <w:name w:val="annotation reference"/>
    <w:basedOn w:val="DefaultParagraphFont"/>
    <w:rsid w:val="00DD701D"/>
    <w:rPr>
      <w:sz w:val="16"/>
      <w:szCs w:val="16"/>
    </w:rPr>
  </w:style>
  <w:style w:type="paragraph" w:styleId="CommentText">
    <w:name w:val="annotation text"/>
    <w:basedOn w:val="Normal"/>
    <w:link w:val="CommentTextChar"/>
    <w:rsid w:val="00DD701D"/>
    <w:rPr>
      <w:szCs w:val="20"/>
    </w:rPr>
  </w:style>
  <w:style w:type="character" w:customStyle="1" w:styleId="CommentTextChar">
    <w:name w:val="Comment Text Char"/>
    <w:basedOn w:val="DefaultParagraphFont"/>
    <w:link w:val="CommentText"/>
    <w:rsid w:val="00DD701D"/>
  </w:style>
  <w:style w:type="paragraph" w:styleId="CommentSubject">
    <w:name w:val="annotation subject"/>
    <w:basedOn w:val="CommentText"/>
    <w:next w:val="CommentText"/>
    <w:link w:val="CommentSubjectChar"/>
    <w:rsid w:val="00DD701D"/>
    <w:rPr>
      <w:b/>
      <w:bCs/>
    </w:rPr>
  </w:style>
  <w:style w:type="character" w:customStyle="1" w:styleId="CommentSubjectChar">
    <w:name w:val="Comment Subject Char"/>
    <w:basedOn w:val="CommentTextChar"/>
    <w:link w:val="CommentSubject"/>
    <w:rsid w:val="00DD701D"/>
    <w:rPr>
      <w:b/>
      <w:bCs/>
    </w:rPr>
  </w:style>
  <w:style w:type="paragraph" w:customStyle="1" w:styleId="Breakpage">
    <w:name w:val="Break page"/>
    <w:basedOn w:val="Body"/>
    <w:qFormat/>
    <w:rsid w:val="00834EB7"/>
    <w:pPr>
      <w:spacing w:before="0"/>
      <w:jc w:val="right"/>
    </w:pPr>
    <w:rPr>
      <w:b/>
      <w:sz w:val="48"/>
    </w:rPr>
  </w:style>
  <w:style w:type="character" w:customStyle="1" w:styleId="Heading1Char">
    <w:name w:val="Heading 1 Char"/>
    <w:aliases w:val="A Head Char,H1-Sec.Head Char"/>
    <w:basedOn w:val="DefaultParagraphFont"/>
    <w:link w:val="Heading1"/>
    <w:rsid w:val="00834EB7"/>
    <w:rPr>
      <w:rFonts w:ascii="Arial" w:hAnsi="Arial"/>
      <w:b/>
      <w:bCs/>
      <w:kern w:val="32"/>
      <w:sz w:val="32"/>
      <w:szCs w:val="32"/>
    </w:rPr>
  </w:style>
  <w:style w:type="paragraph" w:customStyle="1" w:styleId="StyleHeading1AHeadH1-SecHead16ptCenteredBefore0pt">
    <w:name w:val="Style Heading 1A HeadH1-Sec.Head + 16 pt Centered Before:  0 pt..."/>
    <w:basedOn w:val="Heading1"/>
    <w:rsid w:val="00834EB7"/>
    <w:rPr>
      <w:kern w:val="28"/>
      <w:szCs w:val="20"/>
    </w:rPr>
  </w:style>
  <w:style w:type="paragraph" w:customStyle="1" w:styleId="StyleHeading2H2-SecHead11ptNotItalicSmallcapsLeft">
    <w:name w:val="Style Heading 2H2-Sec. Head + 11 pt Not Italic Small caps Left..."/>
    <w:basedOn w:val="Heading2"/>
    <w:rsid w:val="00834EB7"/>
    <w:pPr>
      <w:keepLines w:val="0"/>
      <w:pBdr>
        <w:top w:val="single" w:sz="6" w:space="1" w:color="auto"/>
        <w:bottom w:val="single" w:sz="4" w:space="1" w:color="auto"/>
      </w:pBdr>
      <w:spacing w:before="0"/>
    </w:pPr>
    <w:rPr>
      <w:rFonts w:ascii="Arial" w:eastAsia="Times New Roman" w:hAnsi="Arial" w:cs="Times New Roman"/>
      <w:smallCaps/>
      <w:color w:val="auto"/>
      <w:sz w:val="22"/>
      <w:szCs w:val="20"/>
    </w:rPr>
  </w:style>
  <w:style w:type="character" w:customStyle="1" w:styleId="Heading2Char">
    <w:name w:val="Heading 2 Char"/>
    <w:basedOn w:val="DefaultParagraphFont"/>
    <w:link w:val="Heading2"/>
    <w:uiPriority w:val="9"/>
    <w:rsid w:val="00834EB7"/>
    <w:rPr>
      <w:rFonts w:asciiTheme="majorHAnsi" w:eastAsiaTheme="majorEastAsia" w:hAnsiTheme="majorHAnsi" w:cstheme="majorBidi"/>
      <w:b/>
      <w:bCs/>
      <w:color w:val="4F81BD" w:themeColor="accent1"/>
      <w:sz w:val="26"/>
      <w:szCs w:val="26"/>
    </w:rPr>
  </w:style>
  <w:style w:type="paragraph" w:customStyle="1" w:styleId="Marginbullet0">
    <w:name w:val="Margin bullet"/>
    <w:basedOn w:val="Normal"/>
    <w:link w:val="MarginbulletChar"/>
    <w:rsid w:val="00834EB7"/>
    <w:pPr>
      <w:spacing w:line="220" w:lineRule="exact"/>
    </w:pPr>
  </w:style>
  <w:style w:type="character" w:customStyle="1" w:styleId="MarginbulletChar">
    <w:name w:val="Margin bullet Char"/>
    <w:basedOn w:val="DefaultParagraphFont"/>
    <w:link w:val="Marginbullet0"/>
    <w:rsid w:val="00834EB7"/>
    <w:rPr>
      <w:rFonts w:ascii="Arial" w:eastAsiaTheme="minorHAnsi" w:hAnsi="Arial"/>
      <w:szCs w:val="24"/>
    </w:rPr>
  </w:style>
  <w:style w:type="paragraph" w:customStyle="1" w:styleId="DocuBullet">
    <w:name w:val="Docu Bullet"/>
    <w:basedOn w:val="Normal"/>
    <w:link w:val="DocuBulletChar"/>
    <w:rsid w:val="00834EB7"/>
    <w:pPr>
      <w:numPr>
        <w:numId w:val="19"/>
      </w:numPr>
      <w:spacing w:before="60" w:line="220" w:lineRule="exact"/>
    </w:pPr>
  </w:style>
  <w:style w:type="character" w:customStyle="1" w:styleId="DocuBulletChar">
    <w:name w:val="Docu Bullet Char"/>
    <w:basedOn w:val="DefaultParagraphFont"/>
    <w:link w:val="DocuBullet"/>
    <w:rsid w:val="00834EB7"/>
    <w:rPr>
      <w:rFonts w:ascii="Arial" w:eastAsiaTheme="minorHAnsi" w:hAnsi="Arial"/>
      <w:szCs w:val="24"/>
    </w:rPr>
  </w:style>
  <w:style w:type="paragraph" w:customStyle="1" w:styleId="marginbullet">
    <w:name w:val="margin bullet"/>
    <w:basedOn w:val="DocuBullet"/>
    <w:link w:val="marginbulletChar0"/>
    <w:rsid w:val="00834EB7"/>
    <w:pPr>
      <w:numPr>
        <w:numId w:val="20"/>
      </w:numPr>
      <w:spacing w:before="120"/>
    </w:pPr>
  </w:style>
  <w:style w:type="character" w:customStyle="1" w:styleId="marginbulletChar0">
    <w:name w:val="margin bullet Char"/>
    <w:basedOn w:val="DocuBulletChar"/>
    <w:link w:val="marginbullet"/>
    <w:rsid w:val="00834EB7"/>
  </w:style>
  <w:style w:type="paragraph" w:customStyle="1" w:styleId="Letter">
    <w:name w:val="Letter"/>
    <w:basedOn w:val="Normal"/>
    <w:qFormat/>
    <w:rsid w:val="00834EB7"/>
    <w:pPr>
      <w:spacing w:before="240" w:after="200"/>
    </w:pPr>
    <w:rPr>
      <w:rFonts w:ascii="Times New Roman" w:eastAsia="Calibri" w:hAnsi="Times New Roman"/>
      <w:sz w:val="24"/>
    </w:rPr>
  </w:style>
  <w:style w:type="paragraph" w:customStyle="1" w:styleId="Memo">
    <w:name w:val="Memo"/>
    <w:basedOn w:val="Body"/>
    <w:rsid w:val="00834EB7"/>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Product%20Delivery\Policy\Policies%20&amp;%20Procedures\Word%20Publication%20Templates\HEDIS%20Publica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D0A119D48BEBA4B876F1F3E60DDB2CE" ma:contentTypeVersion="0" ma:contentTypeDescription="Create a new document." ma:contentTypeScope="" ma:versionID="0926038181960765ccb5e66f97802c0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5EDE8-7692-4E73-84B2-2DB88FA475A9}">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62BF1EA-E819-42BA-A93D-DFBE062AEA61}">
  <ds:schemaRefs>
    <ds:schemaRef ds:uri="http://schemas.microsoft.com/sharepoint/v3/contenttype/forms"/>
  </ds:schemaRefs>
</ds:datastoreItem>
</file>

<file path=customXml/itemProps3.xml><?xml version="1.0" encoding="utf-8"?>
<ds:datastoreItem xmlns:ds="http://schemas.openxmlformats.org/officeDocument/2006/customXml" ds:itemID="{6FF946F0-EE4A-4FDA-A7CD-68FB2E85F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180BF37-564E-4216-9B51-44258D1A3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HEDIS Publications</Template>
  <TotalTime>2</TotalTime>
  <Pages>6</Pages>
  <Words>685</Words>
  <Characters>3308</Characters>
  <Application>Microsoft Office Word</Application>
  <DocSecurity>2</DocSecurity>
  <Lines>27</Lines>
  <Paragraphs>7</Paragraphs>
  <ScaleCrop>false</ScaleCrop>
  <HeadingPairs>
    <vt:vector size="2" baseType="variant">
      <vt:variant>
        <vt:lpstr>Title</vt:lpstr>
      </vt:variant>
      <vt:variant>
        <vt:i4>1</vt:i4>
      </vt:variant>
    </vt:vector>
  </HeadingPairs>
  <TitlesOfParts>
    <vt:vector size="1" baseType="lpstr">
      <vt:lpstr>ADVISING SMOKERS TO QUIT</vt:lpstr>
    </vt:vector>
  </TitlesOfParts>
  <Company>NCQA</Company>
  <LinksUpToDate>false</LinksUpToDate>
  <CharactersWithSpaces>3986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ADVISING SMOKERS TO QUIT</dc:title>
  <dc:subject/>
  <dc:creator>Uma Mantravadi</dc:creator>
  <cp:keywords/>
  <dc:description/>
  <cp:lastModifiedBy>Lezly Brown</cp:lastModifiedBy>
  <cp:revision>4</cp:revision>
  <cp:lastPrinted>2002-02-07T14:54:00Z</cp:lastPrinted>
  <dcterms:created xsi:type="dcterms:W3CDTF">2012-08-13T13:24:00Z</dcterms:created>
  <dcterms:modified xsi:type="dcterms:W3CDTF">2012-08-16T16:19:00Z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0x010100CD0A119D48BEBA4B876F1F3E60DDB2CE</vt:lpwstr>
  </property>
</Properties>
</file>